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57B" w:rsidRPr="00BB2D7F" w:rsidRDefault="00F1557B" w:rsidP="00007A6E">
      <w:pPr>
        <w:jc w:val="center"/>
        <w:rPr>
          <w:rFonts w:ascii="黑体" w:eastAsia="黑体"/>
          <w:b/>
          <w:sz w:val="32"/>
          <w:szCs w:val="32"/>
        </w:rPr>
      </w:pPr>
      <w:r w:rsidRPr="00BB2D7F">
        <w:rPr>
          <w:rFonts w:ascii="黑体" w:eastAsia="黑体" w:hint="eastAsia"/>
          <w:b/>
          <w:sz w:val="32"/>
          <w:szCs w:val="32"/>
        </w:rPr>
        <w:t>北师大版小学数学四年级上册《买文具》</w:t>
      </w:r>
    </w:p>
    <w:p w:rsidR="00F1557B" w:rsidRPr="006A0E35" w:rsidRDefault="00F1557B" w:rsidP="00BB2D7F">
      <w:pPr>
        <w:jc w:val="center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设计者：王梨</w:t>
      </w:r>
      <w:r>
        <w:rPr>
          <w:sz w:val="24"/>
          <w:szCs w:val="24"/>
        </w:rPr>
        <w:t xml:space="preserve">     </w:t>
      </w:r>
      <w:r w:rsidRPr="006A0E35"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</w:t>
      </w:r>
      <w:r w:rsidRPr="006A0E35">
        <w:rPr>
          <w:rFonts w:hint="eastAsia"/>
          <w:sz w:val="24"/>
          <w:szCs w:val="24"/>
        </w:rPr>
        <w:t>姓名：</w:t>
      </w:r>
    </w:p>
    <w:tbl>
      <w:tblPr>
        <w:tblW w:w="963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222"/>
        <w:gridCol w:w="1417"/>
      </w:tblGrid>
      <w:tr w:rsidR="00F1557B" w:rsidRPr="00153BF1" w:rsidTr="00153BF1">
        <w:trPr>
          <w:trHeight w:val="1340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F1557B" w:rsidRPr="00BB2D7F" w:rsidRDefault="00F1557B" w:rsidP="00233EE3">
            <w:pPr>
              <w:rPr>
                <w:rFonts w:ascii="楷体_GB2312" w:eastAsia="楷体_GB2312"/>
                <w:b/>
                <w:sz w:val="24"/>
                <w:szCs w:val="24"/>
                <w:shd w:val="pct15" w:color="auto" w:fill="FFFFFF"/>
              </w:rPr>
            </w:pPr>
            <w:r w:rsidRPr="00BB2D7F">
              <w:rPr>
                <w:rFonts w:ascii="楷体_GB2312" w:eastAsia="楷体_GB2312" w:hint="eastAsia"/>
                <w:b/>
                <w:sz w:val="24"/>
                <w:szCs w:val="24"/>
                <w:shd w:val="pct15" w:color="auto" w:fill="FFFFFF"/>
              </w:rPr>
              <w:t>我的学习目标：</w:t>
            </w:r>
          </w:p>
          <w:p w:rsidR="00F1557B" w:rsidRDefault="00F1557B" w:rsidP="00C24E5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我能在计算中体会四则混合运算的合理性</w:t>
            </w:r>
          </w:p>
          <w:p w:rsidR="00F1557B" w:rsidRPr="00153BF1" w:rsidRDefault="00F1557B" w:rsidP="00C24E5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我要养成认真看题，耐心计算的良好习惯</w:t>
            </w:r>
          </w:p>
        </w:tc>
      </w:tr>
      <w:tr w:rsidR="00F1557B" w:rsidRPr="00153BF1" w:rsidTr="00153BF1">
        <w:trPr>
          <w:trHeight w:val="9840"/>
        </w:trPr>
        <w:tc>
          <w:tcPr>
            <w:tcW w:w="8222" w:type="dxa"/>
            <w:tcBorders>
              <w:top w:val="single" w:sz="4" w:space="0" w:color="auto"/>
              <w:right w:val="single" w:sz="4" w:space="0" w:color="auto"/>
            </w:tcBorders>
          </w:tcPr>
          <w:p w:rsidR="00F1557B" w:rsidRPr="00A54D15" w:rsidRDefault="00F1557B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  <w:r w:rsidRPr="00BB2D7F">
              <w:rPr>
                <w:rFonts w:ascii="楷体_GB2312" w:eastAsia="楷体_GB2312" w:hint="eastAsia"/>
                <w:b/>
                <w:sz w:val="24"/>
                <w:szCs w:val="24"/>
                <w:shd w:val="pct15" w:color="auto" w:fill="FFFFFF"/>
              </w:rPr>
              <w:t>我的学习过程</w:t>
            </w:r>
            <w:r w:rsidRPr="00A54D15">
              <w:rPr>
                <w:rFonts w:hint="eastAsia"/>
                <w:b/>
                <w:sz w:val="24"/>
                <w:szCs w:val="24"/>
                <w:shd w:val="pct15" w:color="auto" w:fill="FFFFFF"/>
              </w:rPr>
              <w:t>：</w:t>
            </w:r>
          </w:p>
          <w:p w:rsidR="00F1557B" w:rsidRPr="00C24E5D" w:rsidRDefault="00F1557B" w:rsidP="00233EE3">
            <w:pPr>
              <w:rPr>
                <w:b/>
                <w:sz w:val="24"/>
                <w:szCs w:val="24"/>
              </w:rPr>
            </w:pPr>
            <w:r w:rsidRPr="00C24E5D">
              <w:rPr>
                <w:rFonts w:hint="eastAsia"/>
                <w:b/>
                <w:sz w:val="24"/>
                <w:szCs w:val="24"/>
              </w:rPr>
              <w:t>一、情境引入。</w:t>
            </w:r>
          </w:p>
          <w:p w:rsidR="00F1557B" w:rsidRDefault="00F1557B" w:rsidP="00233EE3">
            <w:pPr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_x0000_s1026" type="#_x0000_t63" style="position:absolute;left:0;text-align:left;margin-left:194.35pt;margin-top:10.25pt;width:116.6pt;height:77.75pt;z-index:251656192" adj="-1167,18558">
                  <v:textbox style="mso-next-textbox:#_x0000_s1026">
                    <w:txbxContent>
                      <w:p w:rsidR="00F1557B" w:rsidRDefault="00F1557B">
                        <w:r>
                          <w:rPr>
                            <w:rFonts w:hint="eastAsia"/>
                          </w:rPr>
                          <w:t>买</w:t>
                        </w:r>
                        <w:r>
                          <w:t>3</w:t>
                        </w:r>
                        <w:r>
                          <w:rPr>
                            <w:rFonts w:hint="eastAsia"/>
                          </w:rPr>
                          <w:t>个计算器和</w:t>
                        </w:r>
                        <w:r>
                          <w:t>1</w:t>
                        </w:r>
                        <w:r>
                          <w:rPr>
                            <w:rFonts w:hint="eastAsia"/>
                          </w:rPr>
                          <w:t>支钢笔，需要多少钱？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-3.1pt;margin-top:2.45pt;width:279pt;height:195.25pt;z-index:251655168;mso-wrap-style:none" filled="f" stroked="f">
                  <v:textbox style="mso-next-textbox:#_x0000_s1027;mso-fit-shape-to-text:t">
                    <w:txbxContent>
                      <w:p w:rsidR="00F1557B" w:rsidRPr="00C24E5D" w:rsidRDefault="00F1557B">
                        <w: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225.75pt;height:149.25pt">
                              <v:imagedata r:id="rId7" o:title=""/>
                            </v:shape>
                          </w:pict>
                        </w:r>
                      </w:p>
                      <w:p w:rsidR="00F1557B" w:rsidRPr="00C24E5D" w:rsidRDefault="00F1557B"/>
                    </w:txbxContent>
                  </v:textbox>
                </v:shape>
              </w:pict>
            </w:r>
          </w:p>
          <w:p w:rsidR="00F1557B" w:rsidRDefault="00F1557B" w:rsidP="00233EE3">
            <w:pPr>
              <w:rPr>
                <w:sz w:val="24"/>
                <w:szCs w:val="24"/>
              </w:rPr>
            </w:pPr>
          </w:p>
          <w:p w:rsidR="00F1557B" w:rsidRDefault="00F1557B" w:rsidP="00233EE3">
            <w:pPr>
              <w:rPr>
                <w:rFonts w:eastAsia="Times New Roman"/>
                <w:sz w:val="24"/>
                <w:szCs w:val="24"/>
              </w:rPr>
            </w:pPr>
            <w:r w:rsidRPr="003B6E26">
              <w:rPr>
                <w:b/>
                <w:sz w:val="24"/>
                <w:szCs w:val="24"/>
              </w:rPr>
              <w:pict>
                <v:shape id="图片 25" o:spid="_x0000_i1027" type="#_x0000_t75" alt="2.png" style="width:198pt;height:79.5pt;visibility:visible;mso-position-horizontal-relative:char;mso-position-vertical-relative:li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">
                  <v:imagedata r:id="rId8" o:title=""/>
                </v:shape>
              </w:pict>
            </w:r>
          </w:p>
          <w:p w:rsidR="00F1557B" w:rsidRPr="00153BF1" w:rsidRDefault="00F1557B" w:rsidP="00233EE3">
            <w:pPr>
              <w:rPr>
                <w:sz w:val="24"/>
                <w:szCs w:val="24"/>
              </w:rPr>
            </w:pPr>
          </w:p>
          <w:p w:rsidR="00F1557B" w:rsidRDefault="00F1557B" w:rsidP="00233EE3">
            <w:pPr>
              <w:rPr>
                <w:b/>
                <w:sz w:val="24"/>
                <w:szCs w:val="24"/>
              </w:rPr>
            </w:pPr>
          </w:p>
          <w:p w:rsidR="00F1557B" w:rsidRDefault="00F1557B" w:rsidP="00233EE3">
            <w:pPr>
              <w:rPr>
                <w:b/>
                <w:sz w:val="24"/>
                <w:szCs w:val="24"/>
              </w:rPr>
            </w:pPr>
          </w:p>
          <w:p w:rsidR="00F1557B" w:rsidRDefault="00F1557B" w:rsidP="00233EE3">
            <w:pPr>
              <w:rPr>
                <w:b/>
                <w:sz w:val="24"/>
                <w:szCs w:val="24"/>
              </w:rPr>
            </w:pPr>
          </w:p>
          <w:p w:rsidR="00F1557B" w:rsidRPr="00E14B96" w:rsidRDefault="00F1557B" w:rsidP="00233EE3">
            <w:pPr>
              <w:rPr>
                <w:b/>
                <w:sz w:val="24"/>
                <w:szCs w:val="24"/>
              </w:rPr>
            </w:pPr>
            <w:r w:rsidRPr="00E14B96">
              <w:rPr>
                <w:rFonts w:hint="eastAsia"/>
                <w:b/>
                <w:sz w:val="24"/>
                <w:szCs w:val="24"/>
              </w:rPr>
              <w:t>二、尝试解决问题。</w:t>
            </w:r>
          </w:p>
          <w:p w:rsidR="00F1557B" w:rsidRPr="00A54D15" w:rsidRDefault="00F1557B" w:rsidP="00233EE3">
            <w:pPr>
              <w:rPr>
                <w:sz w:val="24"/>
                <w:szCs w:val="24"/>
              </w:rPr>
            </w:pPr>
            <w:r w:rsidRPr="00A54D15">
              <w:rPr>
                <w:rFonts w:hint="eastAsia"/>
                <w:sz w:val="24"/>
                <w:szCs w:val="24"/>
              </w:rPr>
              <w:t>我的算式：</w:t>
            </w:r>
          </w:p>
          <w:p w:rsidR="00F1557B" w:rsidRPr="00A54D15" w:rsidRDefault="00F1557B" w:rsidP="00233EE3">
            <w:pPr>
              <w:rPr>
                <w:sz w:val="24"/>
                <w:szCs w:val="24"/>
              </w:rPr>
            </w:pPr>
          </w:p>
          <w:p w:rsidR="00F1557B" w:rsidRPr="00A54D15" w:rsidRDefault="00F1557B" w:rsidP="00233EE3">
            <w:pPr>
              <w:rPr>
                <w:sz w:val="24"/>
                <w:szCs w:val="24"/>
              </w:rPr>
            </w:pPr>
            <w:r w:rsidRPr="00A54D15">
              <w:rPr>
                <w:rFonts w:hint="eastAsia"/>
                <w:sz w:val="24"/>
                <w:szCs w:val="24"/>
              </w:rPr>
              <w:t>我能列出综合算式并进行计算：</w:t>
            </w:r>
          </w:p>
          <w:p w:rsidR="00F1557B" w:rsidRPr="00A54D15" w:rsidRDefault="00F1557B" w:rsidP="00233EE3">
            <w:pPr>
              <w:rPr>
                <w:sz w:val="24"/>
                <w:szCs w:val="24"/>
              </w:rPr>
            </w:pPr>
          </w:p>
          <w:p w:rsidR="00F1557B" w:rsidRPr="00A54D15" w:rsidRDefault="00F1557B" w:rsidP="00233EE3">
            <w:pPr>
              <w:rPr>
                <w:sz w:val="24"/>
                <w:szCs w:val="24"/>
              </w:rPr>
            </w:pPr>
          </w:p>
          <w:p w:rsidR="00F1557B" w:rsidRPr="00A54D15" w:rsidRDefault="00F1557B" w:rsidP="00233EE3">
            <w:pPr>
              <w:rPr>
                <w:sz w:val="24"/>
                <w:szCs w:val="24"/>
              </w:rPr>
            </w:pPr>
          </w:p>
          <w:p w:rsidR="00F1557B" w:rsidRPr="00A54D15" w:rsidRDefault="00F1557B" w:rsidP="00233EE3">
            <w:pPr>
              <w:rPr>
                <w:sz w:val="24"/>
                <w:szCs w:val="24"/>
              </w:rPr>
            </w:pPr>
          </w:p>
          <w:p w:rsidR="00F1557B" w:rsidRPr="00A54D15" w:rsidRDefault="00F1557B" w:rsidP="00233EE3">
            <w:pPr>
              <w:rPr>
                <w:sz w:val="24"/>
                <w:szCs w:val="24"/>
              </w:rPr>
            </w:pPr>
            <w:r w:rsidRPr="00A54D15">
              <w:rPr>
                <w:rFonts w:hint="eastAsia"/>
                <w:sz w:val="24"/>
                <w:szCs w:val="24"/>
              </w:rPr>
              <w:t>小组内交流，同伴的想法是这样的（</w:t>
            </w:r>
            <w:r w:rsidRPr="00A54D15">
              <w:rPr>
                <w:sz w:val="24"/>
                <w:szCs w:val="24"/>
              </w:rPr>
              <w:t xml:space="preserve">                                   </w:t>
            </w:r>
            <w:r w:rsidRPr="00A54D15">
              <w:rPr>
                <w:rFonts w:hint="eastAsia"/>
                <w:sz w:val="24"/>
                <w:szCs w:val="24"/>
              </w:rPr>
              <w:t>）</w:t>
            </w:r>
          </w:p>
          <w:p w:rsidR="00F1557B" w:rsidRPr="00A54D15" w:rsidRDefault="00F1557B" w:rsidP="00233EE3">
            <w:pPr>
              <w:rPr>
                <w:sz w:val="24"/>
                <w:szCs w:val="24"/>
              </w:rPr>
            </w:pPr>
          </w:p>
          <w:p w:rsidR="00F1557B" w:rsidRPr="00A54D15" w:rsidRDefault="00F1557B" w:rsidP="00332A66">
            <w:pPr>
              <w:rPr>
                <w:sz w:val="24"/>
                <w:szCs w:val="24"/>
              </w:rPr>
            </w:pPr>
            <w:r w:rsidRPr="00A54D15">
              <w:rPr>
                <w:rFonts w:hint="eastAsia"/>
                <w:sz w:val="24"/>
                <w:szCs w:val="24"/>
              </w:rPr>
              <w:t>我发现：（</w:t>
            </w:r>
            <w:r w:rsidRPr="00A54D15">
              <w:rPr>
                <w:sz w:val="24"/>
                <w:szCs w:val="24"/>
              </w:rPr>
              <w:t xml:space="preserve">                                                    </w:t>
            </w:r>
            <w:r w:rsidRPr="00A54D15">
              <w:rPr>
                <w:rFonts w:hint="eastAsia"/>
                <w:sz w:val="24"/>
                <w:szCs w:val="24"/>
              </w:rPr>
              <w:t>）</w:t>
            </w:r>
          </w:p>
          <w:p w:rsidR="00F1557B" w:rsidRPr="00153BF1" w:rsidRDefault="00F1557B" w:rsidP="00332A66">
            <w:pPr>
              <w:rPr>
                <w:b/>
                <w:sz w:val="24"/>
                <w:szCs w:val="24"/>
              </w:rPr>
            </w:pPr>
          </w:p>
          <w:p w:rsidR="00F1557B" w:rsidRPr="00E14B96" w:rsidRDefault="00F1557B" w:rsidP="00332A66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E14B96">
              <w:rPr>
                <w:rFonts w:hint="eastAsia"/>
                <w:b/>
                <w:sz w:val="24"/>
                <w:szCs w:val="24"/>
              </w:rPr>
              <w:t>三、猜想验证。</w:t>
            </w:r>
          </w:p>
          <w:p w:rsidR="00F1557B" w:rsidRPr="00A54D15" w:rsidRDefault="00F1557B" w:rsidP="00332A66">
            <w:pPr>
              <w:rPr>
                <w:sz w:val="24"/>
                <w:szCs w:val="24"/>
              </w:rPr>
            </w:pPr>
            <w:r w:rsidRPr="00A54D15">
              <w:rPr>
                <w:rFonts w:hint="eastAsia"/>
                <w:sz w:val="24"/>
                <w:szCs w:val="24"/>
              </w:rPr>
              <w:t>先说出下面各题的运算顺序，再计算。</w:t>
            </w:r>
          </w:p>
          <w:p w:rsidR="00F1557B" w:rsidRDefault="00F1557B" w:rsidP="00332A66">
            <w:pPr>
              <w:rPr>
                <w:b/>
                <w:sz w:val="24"/>
                <w:szCs w:val="24"/>
              </w:rPr>
            </w:pPr>
            <w:r>
              <w:rPr>
                <w:noProof/>
              </w:rPr>
              <w:pict>
                <v:shape id="_x0000_s1028" type="#_x0000_t202" style="position:absolute;left:0;text-align:left;margin-left:202.95pt;margin-top:10pt;width:179.6pt;height:93.35pt;z-index:251658240" filled="f">
                  <v:textbox style="mso-next-textbox:#_x0000_s1028">
                    <w:txbxContent>
                      <w:p w:rsidR="00F1557B" w:rsidRPr="00A54D15" w:rsidRDefault="00F1557B" w:rsidP="00A54D15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发现交流：含有三步的混合运算，计算时要注意什么？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29" type="#_x0000_t202" style="position:absolute;left:0;text-align:left;margin-left:5.35pt;margin-top:2.45pt;width:153pt;height:101.15pt;z-index:251657216" filled="f" stroked="f">
                  <v:textbox style="mso-next-textbox:#_x0000_s1029">
                    <w:txbxContent>
                      <w:p w:rsidR="00F1557B" w:rsidRDefault="00F1557B">
                        <w:r>
                          <w:pict>
                            <v:shape id="_x0000_i1031" type="#_x0000_t75" style="width:137.25pt;height:27pt">
                              <v:imagedata r:id="rId9" o:title=""/>
                            </v:shape>
                          </w:pict>
                        </w:r>
                      </w:p>
                      <w:p w:rsidR="00F1557B" w:rsidRDefault="00F1557B">
                        <w:r>
                          <w:pict>
                            <v:shape id="_x0000_i1032" type="#_x0000_t75" style="width:137.25pt;height:26.25pt">
                              <v:imagedata r:id="rId10" o:title=""/>
                            </v:shape>
                          </w:pict>
                        </w:r>
                      </w:p>
                      <w:p w:rsidR="00F1557B" w:rsidRPr="00A54D15" w:rsidRDefault="00F1557B">
                        <w:r>
                          <w:pict>
                            <v:shape id="_x0000_i1033" type="#_x0000_t75" style="width:137.25pt;height:24pt">
                              <v:imagedata r:id="rId11" o:title="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  <w:p w:rsidR="00F1557B" w:rsidRDefault="00F1557B" w:rsidP="00332A66">
            <w:pPr>
              <w:rPr>
                <w:b/>
                <w:sz w:val="24"/>
                <w:szCs w:val="24"/>
              </w:rPr>
            </w:pPr>
          </w:p>
          <w:p w:rsidR="00F1557B" w:rsidRDefault="00F1557B" w:rsidP="00332A66">
            <w:pPr>
              <w:rPr>
                <w:b/>
                <w:sz w:val="24"/>
                <w:szCs w:val="24"/>
              </w:rPr>
            </w:pPr>
          </w:p>
          <w:p w:rsidR="00F1557B" w:rsidRDefault="00F1557B" w:rsidP="00332A66">
            <w:pPr>
              <w:rPr>
                <w:b/>
                <w:sz w:val="24"/>
                <w:szCs w:val="24"/>
              </w:rPr>
            </w:pPr>
          </w:p>
          <w:p w:rsidR="00F1557B" w:rsidRDefault="00F1557B" w:rsidP="00332A66">
            <w:pPr>
              <w:rPr>
                <w:b/>
                <w:sz w:val="24"/>
                <w:szCs w:val="24"/>
              </w:rPr>
            </w:pPr>
          </w:p>
          <w:p w:rsidR="00F1557B" w:rsidRDefault="00F1557B" w:rsidP="00332A66">
            <w:pPr>
              <w:rPr>
                <w:b/>
                <w:sz w:val="24"/>
                <w:szCs w:val="24"/>
              </w:rPr>
            </w:pPr>
          </w:p>
          <w:p w:rsidR="00F1557B" w:rsidRPr="00A54D15" w:rsidRDefault="00F1557B" w:rsidP="00332A66">
            <w:pPr>
              <w:rPr>
                <w:b/>
                <w:sz w:val="24"/>
                <w:szCs w:val="24"/>
              </w:rPr>
            </w:pPr>
          </w:p>
          <w:p w:rsidR="00F1557B" w:rsidRDefault="00F1557B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</w:p>
          <w:p w:rsidR="00F1557B" w:rsidRDefault="00F1557B" w:rsidP="00233EE3">
            <w:pPr>
              <w:rPr>
                <w:b/>
                <w:sz w:val="24"/>
                <w:szCs w:val="24"/>
                <w:shd w:val="pct15" w:color="auto" w:fill="FFFFFF"/>
              </w:rPr>
            </w:pPr>
          </w:p>
          <w:p w:rsidR="00F1557B" w:rsidRPr="00A90C5C" w:rsidRDefault="00F1557B" w:rsidP="00233EE3">
            <w:pPr>
              <w:rPr>
                <w:rFonts w:ascii="楷体_GB2312" w:eastAsia="楷体_GB2312"/>
                <w:b/>
                <w:sz w:val="24"/>
                <w:szCs w:val="24"/>
                <w:shd w:val="pct15" w:color="auto" w:fill="FFFFFF"/>
              </w:rPr>
            </w:pPr>
            <w:r w:rsidRPr="00A90C5C">
              <w:rPr>
                <w:rFonts w:ascii="楷体_GB2312" w:eastAsia="楷体_GB2312" w:hint="eastAsia"/>
                <w:b/>
                <w:sz w:val="24"/>
                <w:szCs w:val="24"/>
                <w:shd w:val="pct15" w:color="auto" w:fill="FFFFFF"/>
              </w:rPr>
              <w:t>我的练习我做主。</w:t>
            </w:r>
          </w:p>
          <w:p w:rsidR="00F1557B" w:rsidRDefault="00F1557B" w:rsidP="00080500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根据上面“买文具”的情景，提出两个数学问题并解答。</w:t>
            </w:r>
          </w:p>
          <w:p w:rsidR="00F1557B" w:rsidRDefault="00F1557B" w:rsidP="00080500">
            <w:pPr>
              <w:rPr>
                <w:sz w:val="24"/>
                <w:szCs w:val="24"/>
              </w:rPr>
            </w:pPr>
          </w:p>
          <w:p w:rsidR="00F1557B" w:rsidRDefault="00F1557B" w:rsidP="00080500">
            <w:pPr>
              <w:rPr>
                <w:sz w:val="24"/>
                <w:szCs w:val="24"/>
              </w:rPr>
            </w:pPr>
          </w:p>
          <w:p w:rsidR="00F1557B" w:rsidRDefault="00F1557B" w:rsidP="00080500">
            <w:pPr>
              <w:rPr>
                <w:sz w:val="24"/>
                <w:szCs w:val="24"/>
              </w:rPr>
            </w:pPr>
          </w:p>
          <w:p w:rsidR="00F1557B" w:rsidRDefault="00F1557B" w:rsidP="00080500">
            <w:pPr>
              <w:rPr>
                <w:sz w:val="24"/>
                <w:szCs w:val="24"/>
              </w:rPr>
            </w:pPr>
          </w:p>
          <w:p w:rsidR="00F1557B" w:rsidRDefault="00F1557B" w:rsidP="00080500">
            <w:pPr>
              <w:rPr>
                <w:sz w:val="24"/>
                <w:szCs w:val="24"/>
              </w:rPr>
            </w:pPr>
          </w:p>
          <w:p w:rsidR="00F1557B" w:rsidRDefault="00F1557B" w:rsidP="00080500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计算。</w:t>
            </w:r>
          </w:p>
          <w:p w:rsidR="00F1557B" w:rsidRDefault="00F1557B" w:rsidP="00080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1000-289+11         9</w:t>
            </w:r>
            <w:r w:rsidRPr="00080500"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÷</w:t>
            </w: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×</w:t>
            </w:r>
            <w:r>
              <w:rPr>
                <w:rFonts w:ascii="宋体" w:hAnsi="宋体"/>
                <w:sz w:val="24"/>
                <w:szCs w:val="24"/>
              </w:rPr>
              <w:t>25      28</w:t>
            </w:r>
            <w:r>
              <w:rPr>
                <w:rFonts w:ascii="宋体" w:hAnsi="宋体" w:hint="eastAsia"/>
                <w:sz w:val="24"/>
                <w:szCs w:val="24"/>
              </w:rPr>
              <w:t>×（</w:t>
            </w:r>
            <w:r>
              <w:rPr>
                <w:rFonts w:ascii="宋体" w:hAnsi="宋体"/>
                <w:sz w:val="24"/>
                <w:szCs w:val="24"/>
              </w:rPr>
              <w:t>207</w:t>
            </w:r>
            <w:r>
              <w:rPr>
                <w:rFonts w:ascii="宋体" w:hAnsi="宋体" w:hint="eastAsia"/>
                <w:sz w:val="24"/>
                <w:szCs w:val="24"/>
              </w:rPr>
              <w:t>÷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  <w:r>
              <w:rPr>
                <w:rFonts w:ascii="宋体" w:hAnsi="宋体"/>
                <w:sz w:val="24"/>
                <w:szCs w:val="24"/>
              </w:rPr>
              <w:t xml:space="preserve">    68+360</w:t>
            </w:r>
            <w:r>
              <w:rPr>
                <w:rFonts w:ascii="宋体" w:hAnsi="宋体" w:hint="eastAsia"/>
                <w:sz w:val="24"/>
                <w:szCs w:val="24"/>
              </w:rPr>
              <w:t>÷（</w:t>
            </w:r>
            <w:r>
              <w:rPr>
                <w:rFonts w:ascii="宋体" w:hAnsi="宋体"/>
                <w:sz w:val="24"/>
                <w:szCs w:val="24"/>
              </w:rPr>
              <w:t>20-16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:rsidR="00F1557B" w:rsidRDefault="00F1557B" w:rsidP="00080500">
            <w:pPr>
              <w:rPr>
                <w:sz w:val="24"/>
                <w:szCs w:val="24"/>
              </w:rPr>
            </w:pPr>
          </w:p>
          <w:p w:rsidR="00F1557B" w:rsidRDefault="00F1557B" w:rsidP="00080500">
            <w:pPr>
              <w:rPr>
                <w:sz w:val="24"/>
                <w:szCs w:val="24"/>
              </w:rPr>
            </w:pPr>
          </w:p>
          <w:p w:rsidR="00F1557B" w:rsidRDefault="00F1557B" w:rsidP="00080500">
            <w:pPr>
              <w:rPr>
                <w:sz w:val="24"/>
                <w:szCs w:val="24"/>
              </w:rPr>
            </w:pPr>
          </w:p>
          <w:p w:rsidR="00F1557B" w:rsidRDefault="00F1557B" w:rsidP="00080500">
            <w:pPr>
              <w:rPr>
                <w:sz w:val="24"/>
                <w:szCs w:val="24"/>
              </w:rPr>
            </w:pPr>
          </w:p>
          <w:p w:rsidR="00F1557B" w:rsidRDefault="00F1557B" w:rsidP="00080500">
            <w:pPr>
              <w:rPr>
                <w:sz w:val="24"/>
                <w:szCs w:val="24"/>
              </w:rPr>
            </w:pPr>
          </w:p>
          <w:p w:rsidR="00F1557B" w:rsidRDefault="00F1557B" w:rsidP="00080500">
            <w:pPr>
              <w:rPr>
                <w:rFonts w:ascii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080500">
              <w:rPr>
                <w:rFonts w:ascii="宋体" w:hAnsi="宋体" w:hint="eastAsia"/>
                <w:sz w:val="24"/>
                <w:szCs w:val="24"/>
              </w:rPr>
              <w:t>小轿车</w:t>
            </w:r>
            <w:r w:rsidRPr="00080500">
              <w:rPr>
                <w:rFonts w:ascii="宋体" w:hAnsi="宋体"/>
                <w:sz w:val="24"/>
                <w:szCs w:val="24"/>
              </w:rPr>
              <w:t>2</w:t>
            </w:r>
            <w:r w:rsidRPr="00080500">
              <w:rPr>
                <w:rFonts w:ascii="宋体" w:hAnsi="宋体" w:hint="eastAsia"/>
                <w:sz w:val="24"/>
                <w:szCs w:val="24"/>
              </w:rPr>
              <w:t>小时行驶了</w:t>
            </w:r>
            <w:r w:rsidRPr="00080500">
              <w:rPr>
                <w:rFonts w:ascii="宋体" w:hAnsi="宋体"/>
                <w:sz w:val="24"/>
                <w:szCs w:val="24"/>
              </w:rPr>
              <w:t>160</w:t>
            </w:r>
            <w:r w:rsidRPr="00080500">
              <w:rPr>
                <w:rFonts w:ascii="宋体" w:hAnsi="宋体" w:hint="eastAsia"/>
                <w:sz w:val="24"/>
                <w:szCs w:val="24"/>
              </w:rPr>
              <w:t>千米，大客车</w:t>
            </w:r>
            <w:r w:rsidRPr="00080500">
              <w:rPr>
                <w:rFonts w:ascii="宋体" w:hAnsi="宋体"/>
                <w:sz w:val="24"/>
                <w:szCs w:val="24"/>
              </w:rPr>
              <w:t>3</w:t>
            </w:r>
            <w:r w:rsidRPr="00080500">
              <w:rPr>
                <w:rFonts w:ascii="宋体" w:hAnsi="宋体" w:hint="eastAsia"/>
                <w:sz w:val="24"/>
                <w:szCs w:val="24"/>
              </w:rPr>
              <w:t>小时行驶了</w:t>
            </w:r>
            <w:r w:rsidRPr="00080500">
              <w:rPr>
                <w:rFonts w:ascii="宋体" w:hAnsi="宋体"/>
                <w:sz w:val="24"/>
                <w:szCs w:val="24"/>
              </w:rPr>
              <w:t>210</w:t>
            </w:r>
            <w:r w:rsidRPr="00080500">
              <w:rPr>
                <w:rFonts w:ascii="宋体" w:hAnsi="宋体" w:hint="eastAsia"/>
                <w:sz w:val="24"/>
                <w:szCs w:val="24"/>
              </w:rPr>
              <w:t>千米。小轿车比大客车每小时多行驶多少千米？</w:t>
            </w:r>
          </w:p>
          <w:p w:rsidR="00F1557B" w:rsidRDefault="00F1557B" w:rsidP="00080500">
            <w:pPr>
              <w:rPr>
                <w:rFonts w:ascii="宋体"/>
                <w:sz w:val="24"/>
                <w:szCs w:val="24"/>
              </w:rPr>
            </w:pPr>
          </w:p>
          <w:p w:rsidR="00F1557B" w:rsidRDefault="00F1557B" w:rsidP="00080500">
            <w:pPr>
              <w:rPr>
                <w:rFonts w:ascii="宋体"/>
                <w:sz w:val="24"/>
                <w:szCs w:val="24"/>
              </w:rPr>
            </w:pPr>
          </w:p>
          <w:p w:rsidR="00F1557B" w:rsidRDefault="00F1557B" w:rsidP="00080500">
            <w:pPr>
              <w:rPr>
                <w:rFonts w:ascii="宋体"/>
                <w:sz w:val="24"/>
                <w:szCs w:val="24"/>
              </w:rPr>
            </w:pPr>
          </w:p>
          <w:p w:rsidR="00F1557B" w:rsidRDefault="00F1557B" w:rsidP="00080500">
            <w:pPr>
              <w:rPr>
                <w:rFonts w:ascii="宋体"/>
                <w:sz w:val="24"/>
                <w:szCs w:val="24"/>
              </w:rPr>
            </w:pPr>
          </w:p>
          <w:p w:rsidR="00F1557B" w:rsidRDefault="00F1557B" w:rsidP="00080500">
            <w:pPr>
              <w:rPr>
                <w:rFonts w:ascii="宋体"/>
                <w:sz w:val="24"/>
                <w:szCs w:val="24"/>
              </w:rPr>
            </w:pPr>
          </w:p>
          <w:p w:rsidR="00F1557B" w:rsidRPr="00080500" w:rsidRDefault="00F1557B" w:rsidP="00080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080500">
              <w:rPr>
                <w:rFonts w:ascii="宋体" w:hAnsi="宋体" w:cs="黑体" w:hint="eastAsia"/>
                <w:bCs/>
                <w:sz w:val="24"/>
                <w:szCs w:val="24"/>
              </w:rPr>
              <w:t>一箱可乐有</w:t>
            </w:r>
            <w:r w:rsidRPr="00080500">
              <w:rPr>
                <w:rFonts w:ascii="宋体" w:hAnsi="宋体" w:cs="黑体"/>
                <w:bCs/>
                <w:sz w:val="24"/>
                <w:szCs w:val="24"/>
              </w:rPr>
              <w:t>24</w:t>
            </w:r>
            <w:r w:rsidRPr="00080500">
              <w:rPr>
                <w:rFonts w:ascii="宋体" w:hAnsi="宋体" w:cs="黑体" w:hint="eastAsia"/>
                <w:bCs/>
                <w:sz w:val="24"/>
                <w:szCs w:val="24"/>
              </w:rPr>
              <w:t>瓶，需要</w:t>
            </w:r>
            <w:r w:rsidRPr="00080500">
              <w:rPr>
                <w:rFonts w:ascii="宋体" w:hAnsi="宋体" w:cs="黑体"/>
                <w:bCs/>
                <w:sz w:val="24"/>
                <w:szCs w:val="24"/>
              </w:rPr>
              <w:t>72</w:t>
            </w:r>
            <w:r w:rsidRPr="00080500">
              <w:rPr>
                <w:rFonts w:ascii="宋体" w:hAnsi="宋体" w:cs="黑体" w:hint="eastAsia"/>
                <w:bCs/>
                <w:sz w:val="24"/>
                <w:szCs w:val="24"/>
              </w:rPr>
              <w:t>元，小明要买</w:t>
            </w:r>
            <w:r w:rsidRPr="00080500">
              <w:rPr>
                <w:rFonts w:ascii="宋体" w:hAnsi="宋体" w:cs="黑体"/>
                <w:bCs/>
                <w:sz w:val="24"/>
                <w:szCs w:val="24"/>
              </w:rPr>
              <w:t>4</w:t>
            </w:r>
            <w:r w:rsidRPr="00080500">
              <w:rPr>
                <w:rFonts w:ascii="宋体" w:hAnsi="宋体" w:cs="黑体" w:hint="eastAsia"/>
                <w:bCs/>
                <w:sz w:val="24"/>
                <w:szCs w:val="24"/>
              </w:rPr>
              <w:t>瓶，需要付多少钱？</w:t>
            </w:r>
          </w:p>
          <w:p w:rsidR="00F1557B" w:rsidRPr="00153BF1" w:rsidRDefault="00F1557B" w:rsidP="00233EE3">
            <w:pPr>
              <w:rPr>
                <w:b/>
                <w:sz w:val="24"/>
                <w:szCs w:val="24"/>
              </w:rPr>
            </w:pPr>
          </w:p>
          <w:p w:rsidR="00F1557B" w:rsidRDefault="00F1557B" w:rsidP="00233EE3">
            <w:pPr>
              <w:rPr>
                <w:b/>
                <w:sz w:val="24"/>
                <w:szCs w:val="24"/>
              </w:rPr>
            </w:pPr>
          </w:p>
          <w:p w:rsidR="00F1557B" w:rsidRDefault="00F1557B" w:rsidP="00233EE3">
            <w:pPr>
              <w:rPr>
                <w:b/>
                <w:sz w:val="24"/>
                <w:szCs w:val="24"/>
              </w:rPr>
            </w:pPr>
          </w:p>
          <w:p w:rsidR="00F1557B" w:rsidRDefault="00F1557B" w:rsidP="00233EE3">
            <w:pPr>
              <w:rPr>
                <w:b/>
                <w:sz w:val="24"/>
                <w:szCs w:val="24"/>
              </w:rPr>
            </w:pPr>
          </w:p>
          <w:p w:rsidR="00F1557B" w:rsidRPr="00080500" w:rsidRDefault="00F1557B" w:rsidP="00233EE3">
            <w:pPr>
              <w:rPr>
                <w:b/>
                <w:sz w:val="24"/>
                <w:szCs w:val="24"/>
              </w:rPr>
            </w:pPr>
            <w:r>
              <w:rPr>
                <w:noProof/>
              </w:rPr>
              <w:pict>
                <v:line id="_x0000_s1030" style="position:absolute;left:0;text-align:left;flip:y;z-index:251659264" from="-4.05pt,7.3pt" to="400.95pt,7.3pt"/>
              </w:pict>
            </w:r>
          </w:p>
          <w:p w:rsidR="00F1557B" w:rsidRPr="00080500" w:rsidRDefault="00F1557B" w:rsidP="00233EE3">
            <w:pPr>
              <w:rPr>
                <w:sz w:val="24"/>
                <w:szCs w:val="24"/>
                <w:shd w:val="pct15" w:color="auto" w:fill="FFFFFF"/>
              </w:rPr>
            </w:pPr>
            <w:r w:rsidRPr="00E14B96">
              <w:rPr>
                <w:rFonts w:ascii="楷体_GB2312" w:eastAsia="楷体_GB2312" w:hint="eastAsia"/>
                <w:b/>
                <w:sz w:val="24"/>
                <w:szCs w:val="24"/>
                <w:shd w:val="pct15" w:color="auto" w:fill="FFFFFF"/>
              </w:rPr>
              <w:t>我的收获</w:t>
            </w:r>
            <w:r w:rsidRPr="00E14B96">
              <w:rPr>
                <w:rFonts w:ascii="楷体_GB2312" w:eastAsia="楷体_GB2312" w:hint="eastAsia"/>
                <w:sz w:val="24"/>
                <w:szCs w:val="24"/>
                <w:shd w:val="pct15" w:color="auto" w:fill="FFFFFF"/>
              </w:rPr>
              <w:t>：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F1557B" w:rsidRPr="00153BF1" w:rsidRDefault="00F1557B" w:rsidP="00233EE3">
            <w:pPr>
              <w:rPr>
                <w:sz w:val="24"/>
                <w:szCs w:val="24"/>
              </w:rPr>
            </w:pPr>
          </w:p>
          <w:p w:rsidR="00F1557B" w:rsidRDefault="00F1557B" w:rsidP="00233EE3">
            <w:pPr>
              <w:rPr>
                <w:sz w:val="24"/>
                <w:szCs w:val="24"/>
              </w:rPr>
            </w:pPr>
          </w:p>
          <w:p w:rsidR="00F1557B" w:rsidRDefault="00F1557B" w:rsidP="00233EE3">
            <w:pPr>
              <w:rPr>
                <w:sz w:val="24"/>
                <w:szCs w:val="24"/>
              </w:rPr>
            </w:pPr>
          </w:p>
          <w:p w:rsidR="00F1557B" w:rsidRDefault="00F1557B" w:rsidP="00233EE3">
            <w:pPr>
              <w:rPr>
                <w:sz w:val="24"/>
                <w:szCs w:val="24"/>
              </w:rPr>
            </w:pPr>
            <w:r>
              <w:rPr>
                <w:noProof/>
              </w:rPr>
              <w:pict>
                <v:line id="_x0000_s1031" style="position:absolute;left:0;text-align:left;flip:y;z-index:251660288" from="-4.05pt,7.3pt" to="400.95pt,7.3pt"/>
              </w:pict>
            </w:r>
          </w:p>
          <w:p w:rsidR="00F1557B" w:rsidRPr="00E14B96" w:rsidRDefault="00F1557B" w:rsidP="00233EE3">
            <w:pPr>
              <w:rPr>
                <w:rFonts w:ascii="楷体_GB2312" w:eastAsia="楷体_GB2312"/>
                <w:b/>
                <w:sz w:val="24"/>
                <w:szCs w:val="24"/>
                <w:shd w:val="pct15" w:color="auto" w:fill="FFFFFF"/>
              </w:rPr>
            </w:pPr>
            <w:r w:rsidRPr="00E14B96">
              <w:rPr>
                <w:rFonts w:ascii="楷体_GB2312" w:eastAsia="楷体_GB2312" w:hint="eastAsia"/>
                <w:b/>
                <w:sz w:val="24"/>
                <w:szCs w:val="24"/>
                <w:shd w:val="pct15" w:color="auto" w:fill="FFFFFF"/>
              </w:rPr>
              <w:t>我的疑惑：</w:t>
            </w:r>
          </w:p>
          <w:p w:rsidR="00F1557B" w:rsidRDefault="00F1557B" w:rsidP="00233EE3">
            <w:pPr>
              <w:rPr>
                <w:sz w:val="24"/>
                <w:szCs w:val="24"/>
              </w:rPr>
            </w:pPr>
          </w:p>
          <w:p w:rsidR="00F1557B" w:rsidRDefault="00F1557B" w:rsidP="00233EE3">
            <w:pPr>
              <w:rPr>
                <w:sz w:val="24"/>
                <w:szCs w:val="24"/>
              </w:rPr>
            </w:pPr>
          </w:p>
          <w:p w:rsidR="00F1557B" w:rsidRDefault="00F1557B" w:rsidP="00233EE3">
            <w:pPr>
              <w:rPr>
                <w:sz w:val="24"/>
                <w:szCs w:val="24"/>
              </w:rPr>
            </w:pPr>
          </w:p>
          <w:p w:rsidR="00F1557B" w:rsidRDefault="00F1557B" w:rsidP="00233EE3">
            <w:pPr>
              <w:rPr>
                <w:sz w:val="24"/>
                <w:szCs w:val="24"/>
              </w:rPr>
            </w:pPr>
          </w:p>
          <w:p w:rsidR="00F1557B" w:rsidRDefault="00F1557B" w:rsidP="00233EE3">
            <w:pPr>
              <w:rPr>
                <w:sz w:val="24"/>
                <w:szCs w:val="24"/>
              </w:rPr>
            </w:pPr>
          </w:p>
          <w:p w:rsidR="00F1557B" w:rsidRDefault="00F1557B" w:rsidP="00233EE3">
            <w:pPr>
              <w:rPr>
                <w:sz w:val="24"/>
                <w:szCs w:val="24"/>
              </w:rPr>
            </w:pPr>
          </w:p>
          <w:p w:rsidR="00F1557B" w:rsidRDefault="00F1557B" w:rsidP="00233EE3">
            <w:pPr>
              <w:rPr>
                <w:sz w:val="24"/>
                <w:szCs w:val="24"/>
              </w:rPr>
            </w:pPr>
          </w:p>
          <w:p w:rsidR="00F1557B" w:rsidRDefault="00F1557B" w:rsidP="00233EE3">
            <w:pPr>
              <w:rPr>
                <w:sz w:val="24"/>
                <w:szCs w:val="24"/>
              </w:rPr>
            </w:pPr>
          </w:p>
          <w:p w:rsidR="00F1557B" w:rsidRPr="00153BF1" w:rsidRDefault="00F1557B" w:rsidP="00233EE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F1557B" w:rsidRPr="00BB2D7F" w:rsidRDefault="00F1557B" w:rsidP="00F1557B">
            <w:pPr>
              <w:widowControl/>
              <w:ind w:firstLineChars="100" w:firstLine="31680"/>
              <w:jc w:val="left"/>
              <w:rPr>
                <w:rFonts w:ascii="楷体_GB2312" w:eastAsia="楷体_GB2312"/>
                <w:b/>
                <w:sz w:val="24"/>
                <w:szCs w:val="24"/>
              </w:rPr>
            </w:pPr>
            <w:r w:rsidRPr="00BB2D7F">
              <w:rPr>
                <w:rFonts w:ascii="楷体_GB2312" w:eastAsia="楷体_GB2312" w:hint="eastAsia"/>
                <w:b/>
                <w:sz w:val="24"/>
                <w:szCs w:val="24"/>
              </w:rPr>
              <w:t>我的</w:t>
            </w:r>
          </w:p>
          <w:p w:rsidR="00F1557B" w:rsidRPr="00BB2D7F" w:rsidRDefault="00F1557B" w:rsidP="00153BF1">
            <w:pPr>
              <w:widowControl/>
              <w:jc w:val="left"/>
              <w:rPr>
                <w:rFonts w:ascii="楷体_GB2312" w:eastAsia="楷体_GB2312"/>
                <w:b/>
                <w:sz w:val="24"/>
                <w:szCs w:val="24"/>
              </w:rPr>
            </w:pPr>
            <w:r w:rsidRPr="00BB2D7F">
              <w:rPr>
                <w:rFonts w:ascii="楷体_GB2312" w:eastAsia="楷体_GB2312" w:hint="eastAsia"/>
                <w:b/>
                <w:sz w:val="24"/>
                <w:szCs w:val="24"/>
              </w:rPr>
              <w:t>课堂笔记</w:t>
            </w: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F1557B" w:rsidRPr="00153BF1" w:rsidRDefault="00F1557B" w:rsidP="004A524B">
            <w:pPr>
              <w:rPr>
                <w:sz w:val="24"/>
                <w:szCs w:val="24"/>
              </w:rPr>
            </w:pPr>
          </w:p>
        </w:tc>
      </w:tr>
    </w:tbl>
    <w:p w:rsidR="00F1557B" w:rsidRPr="006876C8" w:rsidRDefault="00F1557B" w:rsidP="006876C8">
      <w:pPr>
        <w:rPr>
          <w:b/>
          <w:sz w:val="28"/>
          <w:szCs w:val="28"/>
        </w:rPr>
      </w:pPr>
    </w:p>
    <w:sectPr w:rsidR="00F1557B" w:rsidRPr="006876C8" w:rsidSect="008734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57B" w:rsidRDefault="00F1557B" w:rsidP="00233EE3">
      <w:r>
        <w:separator/>
      </w:r>
    </w:p>
  </w:endnote>
  <w:endnote w:type="continuationSeparator" w:id="1">
    <w:p w:rsidR="00F1557B" w:rsidRDefault="00F1557B" w:rsidP="00233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57B" w:rsidRDefault="00F1557B" w:rsidP="00233EE3">
      <w:r>
        <w:separator/>
      </w:r>
    </w:p>
  </w:footnote>
  <w:footnote w:type="continuationSeparator" w:id="1">
    <w:p w:rsidR="00F1557B" w:rsidRDefault="00F1557B" w:rsidP="00233E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557B"/>
    <w:multiLevelType w:val="hybridMultilevel"/>
    <w:tmpl w:val="4E7438B8"/>
    <w:lvl w:ilvl="0" w:tplc="312E1C8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7E2245D"/>
    <w:multiLevelType w:val="hybridMultilevel"/>
    <w:tmpl w:val="B000653C"/>
    <w:lvl w:ilvl="0" w:tplc="ADA87DA6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2BEE7475"/>
    <w:multiLevelType w:val="hybridMultilevel"/>
    <w:tmpl w:val="0AEEBFC4"/>
    <w:lvl w:ilvl="0" w:tplc="2342EF9E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3A09189B"/>
    <w:multiLevelType w:val="hybridMultilevel"/>
    <w:tmpl w:val="94BEA0CA"/>
    <w:lvl w:ilvl="0" w:tplc="B8B6BB3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507F5B33"/>
    <w:multiLevelType w:val="hybridMultilevel"/>
    <w:tmpl w:val="4C3620EE"/>
    <w:lvl w:ilvl="0" w:tplc="BAEEAC7A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55D818B3"/>
    <w:multiLevelType w:val="hybridMultilevel"/>
    <w:tmpl w:val="8D58E2EC"/>
    <w:lvl w:ilvl="0" w:tplc="32DC7C8C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62F343A8"/>
    <w:multiLevelType w:val="hybridMultilevel"/>
    <w:tmpl w:val="A636FE9C"/>
    <w:lvl w:ilvl="0" w:tplc="2FB8F1D8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7DF20F70"/>
    <w:multiLevelType w:val="hybridMultilevel"/>
    <w:tmpl w:val="FB3CAFB8"/>
    <w:lvl w:ilvl="0" w:tplc="F26A8F6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3EE3"/>
    <w:rsid w:val="00007A6E"/>
    <w:rsid w:val="00026C0A"/>
    <w:rsid w:val="00061D8F"/>
    <w:rsid w:val="00067C88"/>
    <w:rsid w:val="00073530"/>
    <w:rsid w:val="00080500"/>
    <w:rsid w:val="000822AB"/>
    <w:rsid w:val="00084666"/>
    <w:rsid w:val="00147F93"/>
    <w:rsid w:val="00153BF1"/>
    <w:rsid w:val="001628F3"/>
    <w:rsid w:val="001E7A19"/>
    <w:rsid w:val="001F1C44"/>
    <w:rsid w:val="00202DAD"/>
    <w:rsid w:val="00221E5C"/>
    <w:rsid w:val="00233EE3"/>
    <w:rsid w:val="00257A7C"/>
    <w:rsid w:val="0026157F"/>
    <w:rsid w:val="00266482"/>
    <w:rsid w:val="00282ED8"/>
    <w:rsid w:val="002C79D1"/>
    <w:rsid w:val="00302717"/>
    <w:rsid w:val="00310344"/>
    <w:rsid w:val="00314790"/>
    <w:rsid w:val="00332A66"/>
    <w:rsid w:val="00343A4B"/>
    <w:rsid w:val="00370323"/>
    <w:rsid w:val="00390F3F"/>
    <w:rsid w:val="003957BA"/>
    <w:rsid w:val="003B18D9"/>
    <w:rsid w:val="003B6E26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67EE4"/>
    <w:rsid w:val="006876C8"/>
    <w:rsid w:val="00695AAF"/>
    <w:rsid w:val="006A0E35"/>
    <w:rsid w:val="006B6F8D"/>
    <w:rsid w:val="006D66C1"/>
    <w:rsid w:val="006D7891"/>
    <w:rsid w:val="00704D02"/>
    <w:rsid w:val="00706027"/>
    <w:rsid w:val="007240F0"/>
    <w:rsid w:val="00725E6F"/>
    <w:rsid w:val="00741326"/>
    <w:rsid w:val="00754F56"/>
    <w:rsid w:val="00780745"/>
    <w:rsid w:val="007A5190"/>
    <w:rsid w:val="007A6813"/>
    <w:rsid w:val="007B684D"/>
    <w:rsid w:val="007B746A"/>
    <w:rsid w:val="00832F26"/>
    <w:rsid w:val="008734E2"/>
    <w:rsid w:val="008863AA"/>
    <w:rsid w:val="008E747A"/>
    <w:rsid w:val="008F1A4D"/>
    <w:rsid w:val="00931291"/>
    <w:rsid w:val="0093752C"/>
    <w:rsid w:val="0094038A"/>
    <w:rsid w:val="00942DD2"/>
    <w:rsid w:val="009A7D79"/>
    <w:rsid w:val="00A32E91"/>
    <w:rsid w:val="00A53FF6"/>
    <w:rsid w:val="00A54D15"/>
    <w:rsid w:val="00A637BD"/>
    <w:rsid w:val="00A645CF"/>
    <w:rsid w:val="00A90C5C"/>
    <w:rsid w:val="00AA671B"/>
    <w:rsid w:val="00AB0D1B"/>
    <w:rsid w:val="00AE3C69"/>
    <w:rsid w:val="00AE4A61"/>
    <w:rsid w:val="00B72E32"/>
    <w:rsid w:val="00B80790"/>
    <w:rsid w:val="00B91363"/>
    <w:rsid w:val="00B96E6E"/>
    <w:rsid w:val="00BB2D7F"/>
    <w:rsid w:val="00C00A6D"/>
    <w:rsid w:val="00C226A8"/>
    <w:rsid w:val="00C24E5D"/>
    <w:rsid w:val="00C3359B"/>
    <w:rsid w:val="00C61E74"/>
    <w:rsid w:val="00CF295E"/>
    <w:rsid w:val="00D07F69"/>
    <w:rsid w:val="00D37728"/>
    <w:rsid w:val="00D45F12"/>
    <w:rsid w:val="00DB4A14"/>
    <w:rsid w:val="00E14B96"/>
    <w:rsid w:val="00E21B7F"/>
    <w:rsid w:val="00E569BE"/>
    <w:rsid w:val="00E716CE"/>
    <w:rsid w:val="00E774CE"/>
    <w:rsid w:val="00EF1DAB"/>
    <w:rsid w:val="00EF76CA"/>
    <w:rsid w:val="00F1557B"/>
    <w:rsid w:val="00F20809"/>
    <w:rsid w:val="00F40385"/>
    <w:rsid w:val="00F61D88"/>
    <w:rsid w:val="00F62DCA"/>
    <w:rsid w:val="00FD4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4E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33E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33EE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33E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33EE3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233EE3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33EE3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31479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479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2</Pages>
  <Words>87</Words>
  <Characters>497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subject/>
  <dc:creator>Sky123.Org</dc:creator>
  <cp:keywords/>
  <dc:description/>
  <cp:lastModifiedBy>User</cp:lastModifiedBy>
  <cp:revision>9</cp:revision>
  <cp:lastPrinted>2015-10-19T05:55:00Z</cp:lastPrinted>
  <dcterms:created xsi:type="dcterms:W3CDTF">2016-07-07T02:13:00Z</dcterms:created>
  <dcterms:modified xsi:type="dcterms:W3CDTF">2016-09-03T00:24:00Z</dcterms:modified>
</cp:coreProperties>
</file>